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2EC99" w14:textId="3DE5B6DE" w:rsidR="008A6D97" w:rsidRPr="000F2AC1" w:rsidRDefault="005528E0" w:rsidP="008A6D97">
      <w:pPr>
        <w:pStyle w:val="Head"/>
      </w:pPr>
      <w:r w:rsidRPr="000F2AC1">
        <w:t>Presse-Kit</w:t>
      </w:r>
    </w:p>
    <w:p w14:paraId="367382EC" w14:textId="77777777" w:rsidR="00233C4E" w:rsidRPr="000F2AC1" w:rsidRDefault="00233C4E" w:rsidP="00DB4C7A">
      <w:pPr>
        <w:pStyle w:val="Subhead"/>
      </w:pPr>
    </w:p>
    <w:p w14:paraId="5E64E1AA" w14:textId="08725BFF" w:rsidR="00DB4C7A" w:rsidRPr="000F2AC1" w:rsidRDefault="00233C4E" w:rsidP="00DB4C7A">
      <w:pPr>
        <w:pStyle w:val="Subhead"/>
      </w:pPr>
      <w:proofErr w:type="spellStart"/>
      <w:r w:rsidRPr="000F2AC1">
        <w:t>Boilerplate</w:t>
      </w:r>
      <w:proofErr w:type="spellEnd"/>
      <w:r w:rsidRPr="000F2AC1">
        <w:t>:</w:t>
      </w:r>
    </w:p>
    <w:p w14:paraId="5B74DD3E" w14:textId="77777777" w:rsidR="00233C4E" w:rsidRPr="000F2AC1" w:rsidRDefault="00233C4E" w:rsidP="00233C4E">
      <w:pPr>
        <w:pStyle w:val="Flietext"/>
      </w:pPr>
    </w:p>
    <w:p w14:paraId="0C250C4E" w14:textId="328E4361" w:rsidR="005528E0" w:rsidRPr="000F2AC1" w:rsidRDefault="005528E0" w:rsidP="009A6DC7">
      <w:pPr>
        <w:pStyle w:val="Flietext"/>
      </w:pPr>
      <w:bookmarkStart w:id="0" w:name="_Hlk96679459"/>
      <w:r w:rsidRPr="000F2AC1">
        <w:rPr>
          <w:b/>
          <w:bCs/>
        </w:rPr>
        <w:t>Über Fiege:</w:t>
      </w:r>
      <w:r w:rsidR="00233C4E" w:rsidRPr="000F2AC1">
        <w:rPr>
          <w:b/>
          <w:bCs/>
        </w:rPr>
        <w:t xml:space="preserve"> </w:t>
      </w:r>
      <w:r w:rsidRPr="000F2AC1">
        <w:t xml:space="preserve">Die Fiege-Gruppe mit ihrem Stammsitz im westfälischen Greven zählt zu den innovativsten Logistikanbietern in Europa. Mit 22.000 Mitarbeiterinnen und Mitarbeitern an 139 Standorten in 14 Ländern ist Fiege international tätig – von den Kernmärkten in Europa bis nach Asien. Fiege ist ein Familienunternehmen in der fünften Generation und gilt als Pionier der Kontraktlogistik. Den Kern der Geschäftsaktivitäten bilden modulare Lösungen in den Bereichen Logistik, Digital Services, Real Estate und Ventures. 2023 erwirtschaftete die Fiege-Gruppe einen Umsatz von zwei Milliarden Euro und verfügt über mehr als 4,5 Millionen Quadratmeter Logistikfläche. </w:t>
      </w:r>
      <w:hyperlink r:id="rId6" w:history="1">
        <w:r w:rsidRPr="000F2AC1">
          <w:rPr>
            <w:rStyle w:val="Hyperlink"/>
          </w:rPr>
          <w:t>www.fiege.com</w:t>
        </w:r>
      </w:hyperlink>
      <w:r w:rsidRPr="000F2AC1">
        <w:t xml:space="preserve"> </w:t>
      </w:r>
    </w:p>
    <w:p w14:paraId="1F0C4A80" w14:textId="77777777" w:rsidR="005528E0" w:rsidRDefault="005528E0" w:rsidP="009A6DC7">
      <w:pPr>
        <w:pStyle w:val="Flietext"/>
      </w:pPr>
    </w:p>
    <w:p w14:paraId="0AF9975D" w14:textId="77777777" w:rsidR="009F50FE" w:rsidRDefault="009F50FE" w:rsidP="009A6DC7">
      <w:pPr>
        <w:pStyle w:val="Flietext"/>
      </w:pPr>
    </w:p>
    <w:p w14:paraId="2E34AF25" w14:textId="138F0F5D" w:rsidR="00412DA4" w:rsidRPr="009F50FE" w:rsidRDefault="00412DA4" w:rsidP="009F50FE">
      <w:pPr>
        <w:pStyle w:val="Subhead"/>
      </w:pPr>
      <w:r w:rsidRPr="009F50FE">
        <w:t>Bildzeilen</w:t>
      </w:r>
      <w:r w:rsidR="009F50FE">
        <w:t>:</w:t>
      </w:r>
    </w:p>
    <w:p w14:paraId="0AD88ABA" w14:textId="77777777" w:rsidR="00412DA4" w:rsidRDefault="00412DA4" w:rsidP="009A6DC7">
      <w:pPr>
        <w:pStyle w:val="Flietext"/>
      </w:pPr>
    </w:p>
    <w:p w14:paraId="58FCC294" w14:textId="4033ED0C" w:rsidR="00412DA4" w:rsidRPr="00412DA4" w:rsidRDefault="00412DA4" w:rsidP="009A6DC7">
      <w:pPr>
        <w:pStyle w:val="Flietext"/>
        <w:rPr>
          <w:i/>
          <w:iCs/>
        </w:rPr>
      </w:pPr>
      <w:r w:rsidRPr="00412DA4">
        <w:rPr>
          <w:b/>
          <w:i/>
          <w:iCs/>
        </w:rPr>
        <w:t>FIEGE Zentrale</w:t>
      </w:r>
      <w:r w:rsidRPr="00412DA4">
        <w:rPr>
          <w:i/>
          <w:iCs/>
        </w:rPr>
        <w:t>: Die Fiege-Zentrale am Flughafen Münster/Osnabrück in Greven.</w:t>
      </w:r>
    </w:p>
    <w:p w14:paraId="63A11171" w14:textId="7BBC0C65" w:rsidR="00412DA4" w:rsidRPr="00412DA4" w:rsidRDefault="00412DA4" w:rsidP="009A6DC7">
      <w:pPr>
        <w:pStyle w:val="Flietext"/>
        <w:rPr>
          <w:i/>
          <w:iCs/>
        </w:rPr>
      </w:pPr>
      <w:r w:rsidRPr="00412DA4">
        <w:rPr>
          <w:b/>
          <w:i/>
          <w:iCs/>
        </w:rPr>
        <w:t>FIEGE Vorstand</w:t>
      </w:r>
      <w:r w:rsidRPr="00412DA4">
        <w:rPr>
          <w:i/>
          <w:iCs/>
        </w:rPr>
        <w:t xml:space="preserve">: Der Vorstand der Fiege-Gruppe (v.l.n.r.): Jens Fiege, Martin Rademaker, Kenza </w:t>
      </w:r>
      <w:proofErr w:type="spellStart"/>
      <w:r w:rsidRPr="00412DA4">
        <w:rPr>
          <w:i/>
          <w:iCs/>
        </w:rPr>
        <w:t>Ait</w:t>
      </w:r>
      <w:proofErr w:type="spellEnd"/>
      <w:r w:rsidRPr="00412DA4">
        <w:rPr>
          <w:i/>
          <w:iCs/>
        </w:rPr>
        <w:t xml:space="preserve"> Si </w:t>
      </w:r>
      <w:proofErr w:type="spellStart"/>
      <w:r w:rsidRPr="00412DA4">
        <w:rPr>
          <w:i/>
          <w:iCs/>
        </w:rPr>
        <w:t>Abbou</w:t>
      </w:r>
      <w:proofErr w:type="spellEnd"/>
      <w:r w:rsidRPr="00412DA4">
        <w:rPr>
          <w:i/>
          <w:iCs/>
        </w:rPr>
        <w:t>, Peter Scherbel, Alfred Messing und Felix Fiege.</w:t>
      </w:r>
    </w:p>
    <w:p w14:paraId="11EC1DD2" w14:textId="71BC89A5" w:rsidR="00412DA4" w:rsidRDefault="00412DA4" w:rsidP="009A6DC7">
      <w:pPr>
        <w:pStyle w:val="Flietext"/>
        <w:rPr>
          <w:i/>
        </w:rPr>
      </w:pPr>
      <w:r w:rsidRPr="00412DA4">
        <w:rPr>
          <w:b/>
          <w:i/>
        </w:rPr>
        <w:t xml:space="preserve">FIEGE Barleben: </w:t>
      </w:r>
      <w:r w:rsidR="00C76E6D">
        <w:rPr>
          <w:i/>
        </w:rPr>
        <w:t>Das Healthcare-Logistikzentrum in Barleben bei Magdeburg zählt zu den modernsten Standorten in der Fiege-Welt.</w:t>
      </w:r>
    </w:p>
    <w:p w14:paraId="7D2A0896" w14:textId="39422CCD" w:rsidR="00C76E6D" w:rsidRPr="00C76E6D" w:rsidRDefault="00C76E6D" w:rsidP="009A6DC7">
      <w:pPr>
        <w:pStyle w:val="Flietext"/>
        <w:rPr>
          <w:b/>
          <w:i/>
        </w:rPr>
      </w:pPr>
      <w:bookmarkStart w:id="1" w:name="_Hlk173831187"/>
      <w:r w:rsidRPr="00C76E6D">
        <w:rPr>
          <w:b/>
          <w:i/>
        </w:rPr>
        <w:t xml:space="preserve">FIEGE Roboterarm: </w:t>
      </w:r>
      <w:r w:rsidRPr="00C76E6D">
        <w:rPr>
          <w:i/>
        </w:rPr>
        <w:t xml:space="preserve">Am Standort in Greven-Reckenfeld hat Fiege zwei intelligente </w:t>
      </w:r>
      <w:r>
        <w:rPr>
          <w:i/>
        </w:rPr>
        <w:t xml:space="preserve">Roboterarme </w:t>
      </w:r>
      <w:r w:rsidRPr="00C76E6D">
        <w:rPr>
          <w:i/>
        </w:rPr>
        <w:t xml:space="preserve">von </w:t>
      </w:r>
      <w:proofErr w:type="spellStart"/>
      <w:r w:rsidRPr="00C76E6D">
        <w:rPr>
          <w:i/>
        </w:rPr>
        <w:t>Nomagic</w:t>
      </w:r>
      <w:proofErr w:type="spellEnd"/>
      <w:r w:rsidRPr="00C76E6D">
        <w:rPr>
          <w:i/>
        </w:rPr>
        <w:t xml:space="preserve"> installiert.</w:t>
      </w:r>
    </w:p>
    <w:bookmarkEnd w:id="1"/>
    <w:p w14:paraId="3A7E82FA" w14:textId="196D7813" w:rsidR="00C76E6D" w:rsidRDefault="00C76E6D" w:rsidP="009A6DC7">
      <w:pPr>
        <w:pStyle w:val="Flietext"/>
        <w:rPr>
          <w:i/>
        </w:rPr>
      </w:pPr>
      <w:r w:rsidRPr="00C76E6D">
        <w:rPr>
          <w:b/>
          <w:i/>
        </w:rPr>
        <w:t>FIEGE Verpackungsmaschine:</w:t>
      </w:r>
      <w:r>
        <w:rPr>
          <w:i/>
        </w:rPr>
        <w:t xml:space="preserve"> Am </w:t>
      </w:r>
      <w:r w:rsidR="009F50FE">
        <w:rPr>
          <w:i/>
        </w:rPr>
        <w:t>Fiege-</w:t>
      </w:r>
      <w:r>
        <w:rPr>
          <w:i/>
        </w:rPr>
        <w:t>Standort in Greven-Reckenfeld optimiert eine vollautomatische 3D-Verpackungsanlage den Materialeinsatz.</w:t>
      </w:r>
    </w:p>
    <w:p w14:paraId="7429F17D" w14:textId="41843011" w:rsidR="009F50FE" w:rsidRDefault="009F50FE" w:rsidP="009A6DC7">
      <w:pPr>
        <w:pStyle w:val="Flietext"/>
        <w:rPr>
          <w:i/>
        </w:rPr>
      </w:pPr>
      <w:r w:rsidRPr="009F50FE">
        <w:rPr>
          <w:b/>
          <w:i/>
        </w:rPr>
        <w:t xml:space="preserve">FIEGE E-Lkw: </w:t>
      </w:r>
      <w:r>
        <w:rPr>
          <w:i/>
        </w:rPr>
        <w:t>Elektrisch in Bewegung: Fiege setzt auf E-Lkw und bietet seinen Kunden emissionsfreie Transportlösungen.</w:t>
      </w:r>
    </w:p>
    <w:p w14:paraId="2F1A012F" w14:textId="2773AC07" w:rsidR="00C76E6D" w:rsidRPr="00C76E6D" w:rsidRDefault="00C76E6D" w:rsidP="009A6DC7">
      <w:pPr>
        <w:pStyle w:val="Flietext"/>
        <w:rPr>
          <w:i/>
        </w:rPr>
      </w:pPr>
      <w:r w:rsidRPr="00C76E6D">
        <w:rPr>
          <w:b/>
          <w:i/>
        </w:rPr>
        <w:t>FIEGE Büssing:</w:t>
      </w:r>
      <w:r>
        <w:rPr>
          <w:i/>
        </w:rPr>
        <w:t xml:space="preserve"> Anlässlich des 150-jährigen Jubiläums ließ Fiege 2023 einen Büssing 8000</w:t>
      </w:r>
      <w:r w:rsidR="009F50FE">
        <w:rPr>
          <w:i/>
        </w:rPr>
        <w:t xml:space="preserve"> (Baujahr 1951) </w:t>
      </w:r>
      <w:r>
        <w:rPr>
          <w:i/>
        </w:rPr>
        <w:t>im originalen Retro-Design restaurieren.</w:t>
      </w:r>
    </w:p>
    <w:p w14:paraId="3537E088" w14:textId="77777777" w:rsidR="00412DA4" w:rsidRDefault="00412DA4" w:rsidP="009A6DC7">
      <w:pPr>
        <w:pStyle w:val="Flietext"/>
      </w:pPr>
    </w:p>
    <w:p w14:paraId="10BE2C3B" w14:textId="77777777" w:rsidR="009F50FE" w:rsidRDefault="009F50FE" w:rsidP="009A6DC7">
      <w:pPr>
        <w:pStyle w:val="Flietext"/>
      </w:pPr>
    </w:p>
    <w:p w14:paraId="078D04D1" w14:textId="77777777" w:rsidR="009F50FE" w:rsidRDefault="009F50FE" w:rsidP="009A6DC7">
      <w:pPr>
        <w:pStyle w:val="Flietext"/>
      </w:pPr>
    </w:p>
    <w:p w14:paraId="0792C0F5" w14:textId="77777777" w:rsidR="009F50FE" w:rsidRDefault="009F50FE" w:rsidP="009A6DC7">
      <w:pPr>
        <w:pStyle w:val="Flietext"/>
      </w:pPr>
    </w:p>
    <w:p w14:paraId="5BD8C194" w14:textId="77777777" w:rsidR="009F50FE" w:rsidRDefault="009F50FE" w:rsidP="009A6DC7">
      <w:pPr>
        <w:pStyle w:val="Flietext"/>
      </w:pPr>
    </w:p>
    <w:p w14:paraId="4E8E0938" w14:textId="77777777" w:rsidR="009F50FE" w:rsidRDefault="009F50FE" w:rsidP="009A6DC7">
      <w:pPr>
        <w:pStyle w:val="Flietext"/>
      </w:pPr>
    </w:p>
    <w:p w14:paraId="5AA22E50" w14:textId="77777777" w:rsidR="009F50FE" w:rsidRDefault="009F50FE" w:rsidP="009A6DC7">
      <w:pPr>
        <w:pStyle w:val="Flietext"/>
      </w:pPr>
    </w:p>
    <w:p w14:paraId="5D02AC08" w14:textId="77777777" w:rsidR="009F50FE" w:rsidRDefault="009F50FE" w:rsidP="009A6DC7">
      <w:pPr>
        <w:pStyle w:val="Flietext"/>
      </w:pPr>
    </w:p>
    <w:p w14:paraId="5D98E596" w14:textId="77777777" w:rsidR="009F50FE" w:rsidRDefault="009F50FE" w:rsidP="009A6DC7">
      <w:pPr>
        <w:pStyle w:val="Flietext"/>
      </w:pPr>
    </w:p>
    <w:p w14:paraId="6FDCD007" w14:textId="77777777" w:rsidR="009F50FE" w:rsidRDefault="009F50FE" w:rsidP="009A6DC7">
      <w:pPr>
        <w:pStyle w:val="Flietext"/>
      </w:pPr>
    </w:p>
    <w:p w14:paraId="0F8AD6AC" w14:textId="77777777" w:rsidR="009F50FE" w:rsidRDefault="009F50FE" w:rsidP="009A6DC7">
      <w:pPr>
        <w:pStyle w:val="Flietext"/>
      </w:pPr>
    </w:p>
    <w:p w14:paraId="0DBC567A" w14:textId="77777777" w:rsidR="00412DA4" w:rsidRPr="000F2AC1" w:rsidRDefault="00412DA4" w:rsidP="009A6DC7">
      <w:pPr>
        <w:pStyle w:val="Flietext"/>
      </w:pPr>
    </w:p>
    <w:p w14:paraId="52282A10" w14:textId="77777777" w:rsidR="005528E0" w:rsidRPr="000F2AC1" w:rsidRDefault="005528E0" w:rsidP="00233C4E">
      <w:pPr>
        <w:pStyle w:val="Subhead"/>
      </w:pPr>
      <w:r w:rsidRPr="000F2AC1">
        <w:lastRenderedPageBreak/>
        <w:t>Kurzlebensläufe Vorstandsvorsitzende:</w:t>
      </w:r>
    </w:p>
    <w:p w14:paraId="11F5F594" w14:textId="77777777" w:rsidR="005528E0" w:rsidRPr="000F2AC1" w:rsidRDefault="005528E0" w:rsidP="00233C4E">
      <w:pPr>
        <w:pStyle w:val="Flietext"/>
      </w:pPr>
    </w:p>
    <w:p w14:paraId="2BE0525D" w14:textId="09796A76" w:rsidR="009A6DC7" w:rsidRPr="000F2AC1" w:rsidRDefault="005528E0" w:rsidP="00233C4E">
      <w:pPr>
        <w:pStyle w:val="Flietext"/>
      </w:pPr>
      <w:r w:rsidRPr="000F2AC1">
        <w:rPr>
          <w:b/>
        </w:rPr>
        <w:t>Jens Fiege</w:t>
      </w:r>
      <w:r w:rsidRPr="000F2AC1">
        <w:t xml:space="preserve"> wurde 1974 in Münster geboren. Nach dem Abschluss seines Studiums mit Stationen in Köln, Oxford, Paris, Madrid und Berlin begann der Diplom-Kaufmann seinen beruflichen Weg bei Bertelsmann Ventures und Lufthansa Technik. 2004 trat er in die Fiege-Gruppe ein, zunächst als Verantwortlicher für das internationale Geschäft des Unternehmens und ab 2009 als Mitglied des Vorstands. Seit 2014 führt er das Familienunternehmen gemeinsam mit seinem Cousin Felix Fiege in fünfter Generation. 2021 wurden beide als „Familienunternehmer des Jahres“ ausgezeichnet.</w:t>
      </w:r>
      <w:r w:rsidR="009A6DC7" w:rsidRPr="000F2AC1">
        <w:t xml:space="preserve"> </w:t>
      </w:r>
    </w:p>
    <w:p w14:paraId="57C4762D" w14:textId="77777777" w:rsidR="009A6DC7" w:rsidRPr="000F2AC1" w:rsidRDefault="009A6DC7" w:rsidP="00233C4E">
      <w:pPr>
        <w:pStyle w:val="Flietext"/>
      </w:pPr>
    </w:p>
    <w:bookmarkEnd w:id="0"/>
    <w:p w14:paraId="2613732F" w14:textId="2A33936E" w:rsidR="00DB4C7A" w:rsidRPr="000F2AC1" w:rsidRDefault="005528E0" w:rsidP="00233C4E">
      <w:pPr>
        <w:pStyle w:val="Flietext"/>
      </w:pPr>
      <w:r w:rsidRPr="000F2AC1">
        <w:rPr>
          <w:b/>
        </w:rPr>
        <w:t>Felix Fiege</w:t>
      </w:r>
      <w:r w:rsidRPr="000F2AC1">
        <w:t xml:space="preserve"> wurde 1978 in Münster geboren. Nach dem Abschluss seines Studiums an der European Business School in Oestrich-Winkel – mit Auslandssemestern in Argentinien und Frankreich – begann er seinen beruflichen Weg bei Unilever Germany und Haniel. 2008 trat er in die Fiege-Gruppe ein, zunächst als Geschäftsführer von Fiege Engineering und ab 2012 als Mitglied des Vorstands. Seit 2014 führt er das Familienunternehmen gemeinsam mit seinem Cousin Jens Fiege in fünfter Generation. 2021 wurden beide als „Familienunternehmer des Jahres“ ausgezeichnet.</w:t>
      </w:r>
    </w:p>
    <w:sectPr w:rsidR="00DB4C7A" w:rsidRPr="000F2AC1"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7100A" w14:textId="77777777" w:rsidR="00457BAD" w:rsidRDefault="00457BAD" w:rsidP="008C46A7">
      <w:pPr>
        <w:spacing w:after="0" w:line="240" w:lineRule="auto"/>
      </w:pPr>
      <w:r>
        <w:separator/>
      </w:r>
    </w:p>
  </w:endnote>
  <w:endnote w:type="continuationSeparator" w:id="0">
    <w:p w14:paraId="4F700F93" w14:textId="77777777" w:rsidR="00457BAD" w:rsidRDefault="00457BAD"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BMWGroupTN Pr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85E37" w14:textId="77777777" w:rsidR="009C25AF" w:rsidRDefault="009C25AF" w:rsidP="009C25AF">
    <w:pPr>
      <w:pStyle w:val="Fuzeile"/>
      <w:spacing w:line="210" w:lineRule="exact"/>
      <w:rPr>
        <w:sz w:val="15"/>
        <w:szCs w:val="15"/>
      </w:rPr>
    </w:pPr>
  </w:p>
  <w:p w14:paraId="6CE32D55" w14:textId="77777777" w:rsidR="009C25AF" w:rsidRDefault="009C25AF" w:rsidP="009C25AF">
    <w:pPr>
      <w:pStyle w:val="Fuzeile"/>
      <w:spacing w:line="210" w:lineRule="exact"/>
      <w:rPr>
        <w:sz w:val="15"/>
        <w:szCs w:val="15"/>
      </w:rPr>
    </w:pPr>
  </w:p>
  <w:p w14:paraId="624F0F69" w14:textId="77777777" w:rsidR="00661ABF" w:rsidRPr="007C3EC5" w:rsidRDefault="007C3EC5" w:rsidP="00661ABF">
    <w:pPr>
      <w:pStyle w:val="Fuzeile"/>
      <w:spacing w:line="210" w:lineRule="exact"/>
      <w:jc w:val="right"/>
      <w:rPr>
        <w:sz w:val="15"/>
        <w:szCs w:val="15"/>
      </w:rPr>
    </w:pPr>
    <w:r w:rsidRPr="007C3EC5">
      <w:rPr>
        <w:sz w:val="15"/>
        <w:szCs w:val="15"/>
      </w:rPr>
      <w:t xml:space="preserve">Seite </w:t>
    </w:r>
    <w:r w:rsidRPr="007C3EC5">
      <w:rPr>
        <w:sz w:val="15"/>
        <w:szCs w:val="15"/>
      </w:rPr>
      <w:fldChar w:fldCharType="begin"/>
    </w:r>
    <w:r w:rsidRPr="007C3EC5">
      <w:rPr>
        <w:sz w:val="15"/>
        <w:szCs w:val="15"/>
      </w:rPr>
      <w:instrText>PAGE  \* Arabic  \* MERGEFORMAT</w:instrText>
    </w:r>
    <w:r w:rsidRPr="007C3EC5">
      <w:rPr>
        <w:sz w:val="15"/>
        <w:szCs w:val="15"/>
      </w:rPr>
      <w:fldChar w:fldCharType="separate"/>
    </w:r>
    <w:r w:rsidRPr="007C3EC5">
      <w:rPr>
        <w:sz w:val="15"/>
        <w:szCs w:val="15"/>
      </w:rPr>
      <w:t>1</w:t>
    </w:r>
    <w:r w:rsidRPr="007C3EC5">
      <w:rPr>
        <w:sz w:val="15"/>
        <w:szCs w:val="15"/>
      </w:rPr>
      <w:fldChar w:fldCharType="end"/>
    </w:r>
    <w:r w:rsidRPr="007C3EC5">
      <w:rPr>
        <w:sz w:val="15"/>
        <w:szCs w:val="15"/>
      </w:rPr>
      <w:t xml:space="preserve"> von </w:t>
    </w:r>
    <w:r w:rsidRPr="007C3EC5">
      <w:rPr>
        <w:sz w:val="15"/>
        <w:szCs w:val="15"/>
      </w:rPr>
      <w:fldChar w:fldCharType="begin"/>
    </w:r>
    <w:r w:rsidRPr="007C3EC5">
      <w:rPr>
        <w:sz w:val="15"/>
        <w:szCs w:val="15"/>
      </w:rPr>
      <w:instrText>NUMPAGES  \* Arabic  \* MERGEFORMAT</w:instrText>
    </w:r>
    <w:r w:rsidRPr="007C3EC5">
      <w:rPr>
        <w:sz w:val="15"/>
        <w:szCs w:val="15"/>
      </w:rPr>
      <w:fldChar w:fldCharType="separate"/>
    </w:r>
    <w:r w:rsidRPr="007C3EC5">
      <w:rPr>
        <w:sz w:val="15"/>
        <w:szCs w:val="15"/>
      </w:rPr>
      <w:t>2</w:t>
    </w:r>
    <w:r w:rsidRPr="007C3EC5">
      <w:rPr>
        <w:sz w:val="15"/>
        <w:szCs w:val="15"/>
      </w:rPr>
      <w:fldChar w:fldCharType="end"/>
    </w:r>
  </w:p>
  <w:p w14:paraId="0E0F20F7" w14:textId="77777777" w:rsidR="00661ABF" w:rsidRDefault="00661ABF" w:rsidP="00600F1A">
    <w:pPr>
      <w:pStyle w:val="Fuzeile"/>
      <w:spacing w:line="210" w:lineRule="exact"/>
      <w:jc w:val="both"/>
      <w:rPr>
        <w:sz w:val="15"/>
        <w:szCs w:val="15"/>
      </w:rPr>
    </w:pPr>
  </w:p>
  <w:p w14:paraId="757053D5" w14:textId="77777777" w:rsidR="00B95E8B" w:rsidRDefault="00B95E8B" w:rsidP="007275D7">
    <w:pPr>
      <w:pStyle w:val="Fuzeile"/>
      <w:spacing w:line="240" w:lineRule="exact"/>
      <w:jc w:val="both"/>
      <w:rPr>
        <w:sz w:val="15"/>
        <w:szCs w:val="15"/>
      </w:rPr>
    </w:pPr>
  </w:p>
  <w:p w14:paraId="714D03BE"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69461" w14:textId="77777777" w:rsidR="00346C1F" w:rsidRDefault="00346C1F" w:rsidP="00346C1F">
    <w:pPr>
      <w:pStyle w:val="Fuzeile"/>
      <w:spacing w:line="210" w:lineRule="exact"/>
      <w:rPr>
        <w:sz w:val="15"/>
        <w:szCs w:val="15"/>
      </w:rPr>
    </w:pPr>
  </w:p>
  <w:p w14:paraId="5C76FD1E" w14:textId="77777777" w:rsidR="00B95E8B" w:rsidRDefault="00B95E8B" w:rsidP="00346C1F">
    <w:pPr>
      <w:pStyle w:val="Fuzeile"/>
      <w:spacing w:line="210" w:lineRule="exact"/>
      <w:rPr>
        <w:sz w:val="15"/>
        <w:szCs w:val="15"/>
      </w:rPr>
    </w:pPr>
  </w:p>
  <w:p w14:paraId="5BD9445C" w14:textId="77777777" w:rsidR="00B95E8B" w:rsidRDefault="00B95E8B" w:rsidP="00346C1F">
    <w:pPr>
      <w:pStyle w:val="Fuzeile"/>
      <w:spacing w:line="210" w:lineRule="exact"/>
      <w:rPr>
        <w:sz w:val="15"/>
        <w:szCs w:val="15"/>
      </w:rPr>
    </w:pPr>
  </w:p>
  <w:p w14:paraId="39205CCE" w14:textId="77777777" w:rsidR="00346C1F" w:rsidRDefault="00346C1F" w:rsidP="00346C1F">
    <w:pPr>
      <w:pStyle w:val="Fuzeile"/>
      <w:spacing w:line="210" w:lineRule="exact"/>
      <w:jc w:val="both"/>
      <w:rPr>
        <w:sz w:val="15"/>
        <w:szCs w:val="15"/>
      </w:rPr>
    </w:pPr>
  </w:p>
  <w:p w14:paraId="29952D71" w14:textId="77777777" w:rsidR="007275D7" w:rsidRPr="007275D7" w:rsidRDefault="007275D7" w:rsidP="007275D7">
    <w:pPr>
      <w:pStyle w:val="Fuzeile"/>
      <w:spacing w:line="240" w:lineRule="exact"/>
      <w:jc w:val="both"/>
      <w:rPr>
        <w:sz w:val="16"/>
        <w:szCs w:val="16"/>
      </w:rPr>
    </w:pPr>
  </w:p>
  <w:p w14:paraId="5AFD2363"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9AF96" w14:textId="77777777" w:rsidR="00457BAD" w:rsidRDefault="00457BAD" w:rsidP="008C46A7">
      <w:pPr>
        <w:spacing w:after="0" w:line="240" w:lineRule="auto"/>
      </w:pPr>
      <w:r>
        <w:separator/>
      </w:r>
    </w:p>
  </w:footnote>
  <w:footnote w:type="continuationSeparator" w:id="0">
    <w:p w14:paraId="104E0BC6" w14:textId="77777777" w:rsidR="00457BAD" w:rsidRDefault="00457BAD"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D27B5" w14:textId="77777777" w:rsidR="008C46A7" w:rsidRDefault="008C46A7">
    <w:pPr>
      <w:pStyle w:val="Kopfzeile"/>
    </w:pPr>
    <w:r>
      <w:rPr>
        <w:noProof/>
      </w:rPr>
      <w:drawing>
        <wp:anchor distT="0" distB="0" distL="114300" distR="114300" simplePos="0" relativeHeight="251660288" behindDoc="1" locked="0" layoutInCell="1" allowOverlap="1" wp14:anchorId="407B491C" wp14:editId="54B08938">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81E75" w14:textId="77777777" w:rsidR="008C46A7" w:rsidRDefault="008C46A7">
    <w:pPr>
      <w:pStyle w:val="Kopfzeile"/>
    </w:pPr>
    <w:r>
      <w:rPr>
        <w:noProof/>
      </w:rPr>
      <w:drawing>
        <wp:anchor distT="0" distB="0" distL="114300" distR="114300" simplePos="0" relativeHeight="251658240" behindDoc="1" locked="0" layoutInCell="1" allowOverlap="1" wp14:anchorId="138D1638" wp14:editId="269A12E6">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1F9"/>
    <w:rsid w:val="000045B4"/>
    <w:rsid w:val="0006217A"/>
    <w:rsid w:val="000956AD"/>
    <w:rsid w:val="000962DF"/>
    <w:rsid w:val="000F2AC1"/>
    <w:rsid w:val="00142C23"/>
    <w:rsid w:val="00224500"/>
    <w:rsid w:val="00233C4E"/>
    <w:rsid w:val="00276C8F"/>
    <w:rsid w:val="002A71F9"/>
    <w:rsid w:val="002D2376"/>
    <w:rsid w:val="002F38A3"/>
    <w:rsid w:val="00331F11"/>
    <w:rsid w:val="00346C1F"/>
    <w:rsid w:val="003F407D"/>
    <w:rsid w:val="003F7F36"/>
    <w:rsid w:val="00412DA4"/>
    <w:rsid w:val="004358CC"/>
    <w:rsid w:val="00457BAD"/>
    <w:rsid w:val="004673C1"/>
    <w:rsid w:val="004B68B4"/>
    <w:rsid w:val="00515279"/>
    <w:rsid w:val="005528E0"/>
    <w:rsid w:val="005E1F39"/>
    <w:rsid w:val="00600F1A"/>
    <w:rsid w:val="00603003"/>
    <w:rsid w:val="006259FF"/>
    <w:rsid w:val="00651F83"/>
    <w:rsid w:val="00656E61"/>
    <w:rsid w:val="00661ABF"/>
    <w:rsid w:val="006C283A"/>
    <w:rsid w:val="0072037C"/>
    <w:rsid w:val="007275D7"/>
    <w:rsid w:val="0077050E"/>
    <w:rsid w:val="007C3EC5"/>
    <w:rsid w:val="007E1EC3"/>
    <w:rsid w:val="007F2F6C"/>
    <w:rsid w:val="008A6D97"/>
    <w:rsid w:val="008C426A"/>
    <w:rsid w:val="008C46A7"/>
    <w:rsid w:val="0093401C"/>
    <w:rsid w:val="009401FC"/>
    <w:rsid w:val="009610D3"/>
    <w:rsid w:val="00981BBC"/>
    <w:rsid w:val="009A6DC7"/>
    <w:rsid w:val="009C25AF"/>
    <w:rsid w:val="009F50FE"/>
    <w:rsid w:val="009F53D9"/>
    <w:rsid w:val="00A74A16"/>
    <w:rsid w:val="00AB53FD"/>
    <w:rsid w:val="00AE29D2"/>
    <w:rsid w:val="00B95E8B"/>
    <w:rsid w:val="00BC734E"/>
    <w:rsid w:val="00C7141F"/>
    <w:rsid w:val="00C76E6D"/>
    <w:rsid w:val="00C8277B"/>
    <w:rsid w:val="00C84F36"/>
    <w:rsid w:val="00CA4AC9"/>
    <w:rsid w:val="00CE4371"/>
    <w:rsid w:val="00D029F0"/>
    <w:rsid w:val="00D923CD"/>
    <w:rsid w:val="00DA1722"/>
    <w:rsid w:val="00DB4C7A"/>
    <w:rsid w:val="00DC2D25"/>
    <w:rsid w:val="00DD2B53"/>
    <w:rsid w:val="00E76F56"/>
    <w:rsid w:val="00ED0363"/>
    <w:rsid w:val="00FC6C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F9704"/>
  <w15:chartTrackingRefBased/>
  <w15:docId w15:val="{C7E2489D-23AD-4BA3-BEB6-035F02BD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5528E0"/>
    <w:rPr>
      <w:color w:val="0563C1" w:themeColor="hyperlink"/>
      <w:u w:val="single"/>
    </w:rPr>
  </w:style>
  <w:style w:type="character" w:styleId="NichtaufgelsteErwhnung">
    <w:name w:val="Unresolved Mention"/>
    <w:basedOn w:val="Absatz-Standardschriftart"/>
    <w:uiPriority w:val="99"/>
    <w:semiHidden/>
    <w:unhideWhenUsed/>
    <w:rsid w:val="00552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DEB~1\AppData\Local\Temp\7zO83B50E7F\Word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Wordvorlage</Template>
  <TotalTime>0</TotalTime>
  <Pages>1</Pages>
  <Words>384</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Wilke, Lukas</dc:creator>
  <cp:keywords/>
  <dc:description/>
  <cp:lastModifiedBy>Wilke, Lukas</cp:lastModifiedBy>
  <cp:revision>7</cp:revision>
  <cp:lastPrinted>2022-02-22T15:34:00Z</cp:lastPrinted>
  <dcterms:created xsi:type="dcterms:W3CDTF">2024-05-27T09:27:00Z</dcterms:created>
  <dcterms:modified xsi:type="dcterms:W3CDTF">2024-08-06T08:11:00Z</dcterms:modified>
</cp:coreProperties>
</file>